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AC3" w:rsidRPr="00526AC3" w:rsidRDefault="00526AC3" w:rsidP="00526AC3">
      <w:pPr>
        <w:spacing w:after="0" w:line="288" w:lineRule="atLeast"/>
        <w:jc w:val="center"/>
        <w:textAlignment w:val="baseline"/>
        <w:outlineLvl w:val="0"/>
        <w:rPr>
          <w:rFonts w:eastAsia="Times New Roman" w:cs="Arial"/>
          <w:color w:val="FC5605"/>
          <w:spacing w:val="-8"/>
          <w:kern w:val="36"/>
          <w:sz w:val="57"/>
          <w:szCs w:val="57"/>
        </w:rPr>
      </w:pPr>
      <w:r w:rsidRPr="00526AC3">
        <w:rPr>
          <w:rFonts w:eastAsia="Times New Roman" w:cs="Arial"/>
          <w:color w:val="FC5605"/>
          <w:spacing w:val="-8"/>
          <w:kern w:val="36"/>
          <w:sz w:val="57"/>
          <w:szCs w:val="57"/>
        </w:rPr>
        <w:t>Income Tax Preparation</w:t>
      </w:r>
    </w:p>
    <w:p w:rsidR="00B8448D" w:rsidRDefault="00526AC3" w:rsidP="00B844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During this lesson you will learn:</w:t>
      </w:r>
    </w:p>
    <w:p w:rsidR="00B8448D" w:rsidRDefault="00526AC3" w:rsidP="00B8448D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B8448D">
        <w:rPr>
          <w:rFonts w:ascii="Times New Roman" w:eastAsia="Times New Roman" w:hAnsi="Times New Roman" w:cs="Times New Roman"/>
          <w:spacing w:val="-8"/>
          <w:sz w:val="24"/>
          <w:szCs w:val="24"/>
        </w:rPr>
        <w:t>the basics of Canada’s tax system, its history, and how it works;</w:t>
      </w:r>
    </w:p>
    <w:p w:rsidR="00B8448D" w:rsidRDefault="00526AC3" w:rsidP="00B8448D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B8448D">
        <w:rPr>
          <w:rFonts w:ascii="Times New Roman" w:eastAsia="Times New Roman" w:hAnsi="Times New Roman" w:cs="Times New Roman"/>
          <w:spacing w:val="-8"/>
          <w:sz w:val="24"/>
          <w:szCs w:val="24"/>
        </w:rPr>
        <w:t>why you pay taxes and how these taxes are spent;</w:t>
      </w:r>
    </w:p>
    <w:p w:rsidR="00B8448D" w:rsidRDefault="00526AC3" w:rsidP="00B8448D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B8448D">
        <w:rPr>
          <w:rFonts w:ascii="Times New Roman" w:eastAsia="Times New Roman" w:hAnsi="Times New Roman" w:cs="Times New Roman"/>
          <w:spacing w:val="-8"/>
          <w:sz w:val="24"/>
          <w:szCs w:val="24"/>
        </w:rPr>
        <w:t>how to complete and file a basic income tax and benefit return; and</w:t>
      </w:r>
    </w:p>
    <w:p w:rsidR="00526AC3" w:rsidRPr="00B8448D" w:rsidRDefault="00526AC3" w:rsidP="00B8448D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proofErr w:type="gramStart"/>
      <w:r w:rsidRPr="00B8448D">
        <w:rPr>
          <w:rFonts w:ascii="Times New Roman" w:eastAsia="Times New Roman" w:hAnsi="Times New Roman" w:cs="Times New Roman"/>
          <w:spacing w:val="-8"/>
          <w:sz w:val="24"/>
          <w:szCs w:val="24"/>
        </w:rPr>
        <w:t>how</w:t>
      </w:r>
      <w:proofErr w:type="gramEnd"/>
      <w:r w:rsidRPr="00B8448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to get help when you have questions about income tax or about completing your return.</w:t>
      </w:r>
    </w:p>
    <w:p w:rsidR="00526AC3" w:rsidRPr="00526AC3" w:rsidRDefault="00B8448D" w:rsidP="00B8448D">
      <w:pPr>
        <w:shd w:val="clear" w:color="auto" w:fill="FFFFFF"/>
        <w:spacing w:before="100" w:beforeAutospacing="1" w:after="36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i/>
          <w:spacing w:val="-8"/>
          <w:sz w:val="24"/>
          <w:szCs w:val="24"/>
        </w:rPr>
      </w:pPr>
      <w:r w:rsidRPr="00B8448D">
        <w:rPr>
          <w:rFonts w:ascii="Times New Roman" w:eastAsia="Times New Roman" w:hAnsi="Times New Roman" w:cs="Times New Roman"/>
          <w:b/>
          <w:i/>
          <w:spacing w:val="-8"/>
          <w:sz w:val="24"/>
          <w:szCs w:val="24"/>
        </w:rPr>
        <w:t xml:space="preserve">You </w:t>
      </w:r>
      <w:r>
        <w:rPr>
          <w:rFonts w:ascii="Times New Roman" w:eastAsia="Times New Roman" w:hAnsi="Times New Roman" w:cs="Times New Roman"/>
          <w:b/>
          <w:i/>
          <w:spacing w:val="-8"/>
          <w:sz w:val="24"/>
          <w:szCs w:val="24"/>
        </w:rPr>
        <w:t>will complete a quiz</w:t>
      </w:r>
      <w:r w:rsidRPr="00B8448D">
        <w:rPr>
          <w:rFonts w:ascii="Times New Roman" w:eastAsia="Times New Roman" w:hAnsi="Times New Roman" w:cs="Times New Roman"/>
          <w:b/>
          <w:i/>
          <w:spacing w:val="-8"/>
          <w:sz w:val="24"/>
          <w:szCs w:val="24"/>
        </w:rPr>
        <w:t xml:space="preserve"> at the end of each module.</w:t>
      </w:r>
    </w:p>
    <w:p w:rsidR="00526AC3" w:rsidRPr="00526AC3" w:rsidRDefault="00B8448D" w:rsidP="00B844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Module 1</w:t>
      </w:r>
      <w:r w:rsidR="00526AC3" w:rsidRPr="00526AC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– Basics of Taxation</w:t>
      </w:r>
      <w:r w:rsidR="00526AC3"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 </w:t>
      </w:r>
      <w:r w:rsidR="00526AC3" w:rsidRPr="00526AC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(10 – 20 Minutes)</w:t>
      </w:r>
    </w:p>
    <w:p w:rsidR="00526AC3" w:rsidRPr="00526AC3" w:rsidRDefault="00526AC3" w:rsidP="00B8448D">
      <w:pPr>
        <w:numPr>
          <w:ilvl w:val="0"/>
          <w:numId w:val="2"/>
        </w:numPr>
        <w:shd w:val="clear" w:color="auto" w:fill="FFFFFF"/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what taxes are and why we pay them;</w:t>
      </w:r>
    </w:p>
    <w:p w:rsidR="00526AC3" w:rsidRPr="00526AC3" w:rsidRDefault="00526AC3" w:rsidP="00526A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how your tax dollars are spent;</w:t>
      </w:r>
    </w:p>
    <w:p w:rsidR="00526AC3" w:rsidRPr="00526AC3" w:rsidRDefault="00526AC3" w:rsidP="00526A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what the characteristics of a tax system are; and</w:t>
      </w:r>
    </w:p>
    <w:p w:rsidR="00526AC3" w:rsidRPr="00526AC3" w:rsidRDefault="00526AC3" w:rsidP="00526A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proofErr w:type="gramStart"/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about</w:t>
      </w:r>
      <w:proofErr w:type="gramEnd"/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Canada’s tax system, including a brief history of taxation and the types of taxes we pay in Canada.</w:t>
      </w:r>
    </w:p>
    <w:p w:rsidR="00526AC3" w:rsidRDefault="00526AC3" w:rsidP="00B8448D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To illustrate the concepts and exercises presented in this course, we will introduce a fictitious individual who will be filing an income tax and benefit return for the first time.</w:t>
      </w:r>
    </w:p>
    <w:p w:rsidR="009A237B" w:rsidRDefault="00B8448D" w:rsidP="00B8448D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br/>
      </w:r>
      <w:bookmarkStart w:id="0" w:name="_GoBack"/>
      <w:r w:rsidRPr="007A61A7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>Follow this link to work through Module 1</w:t>
      </w:r>
      <w:bookmarkEnd w:id="0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: </w:t>
      </w:r>
      <w:hyperlink r:id="rId5" w:history="1">
        <w:r w:rsidR="009A237B" w:rsidRPr="005D2A00">
          <w:rPr>
            <w:rStyle w:val="Hyperlink"/>
            <w:rFonts w:ascii="Times New Roman" w:eastAsia="Times New Roman" w:hAnsi="Times New Roman" w:cs="Times New Roman"/>
            <w:spacing w:val="-8"/>
            <w:sz w:val="24"/>
            <w:szCs w:val="24"/>
          </w:rPr>
          <w:t>http://www.cra-arc.gc.ca/tx/ndvdls/dctrs/lrn-tx/cntnt/md1/vrvw-eng.html</w:t>
        </w:r>
      </w:hyperlink>
      <w:r w:rsidR="009A237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</w:p>
    <w:p w:rsidR="00B8448D" w:rsidRPr="00526AC3" w:rsidRDefault="00B8448D" w:rsidP="00B8448D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</w:p>
    <w:p w:rsidR="00526AC3" w:rsidRPr="00526AC3" w:rsidRDefault="00B8448D" w:rsidP="00B844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Module</w:t>
      </w:r>
      <w:r w:rsidR="00526AC3" w:rsidRPr="00526AC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2 – The Tax Filing Process (12-20 Minutes)</w:t>
      </w:r>
    </w:p>
    <w:p w:rsidR="00526AC3" w:rsidRPr="00526AC3" w:rsidRDefault="00526AC3" w:rsidP="00B8448D">
      <w:pPr>
        <w:numPr>
          <w:ilvl w:val="0"/>
          <w:numId w:val="3"/>
        </w:numPr>
        <w:shd w:val="clear" w:color="auto" w:fill="FFFFFF"/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what the Canada Revenue Agency (CRA) does;</w:t>
      </w:r>
    </w:p>
    <w:p w:rsidR="00526AC3" w:rsidRPr="00526AC3" w:rsidRDefault="00526AC3" w:rsidP="00B8448D">
      <w:pPr>
        <w:numPr>
          <w:ilvl w:val="0"/>
          <w:numId w:val="3"/>
        </w:numPr>
        <w:shd w:val="clear" w:color="auto" w:fill="FFFFFF"/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how to get information to help you file a tax return;</w:t>
      </w:r>
    </w:p>
    <w:p w:rsidR="00526AC3" w:rsidRPr="00526AC3" w:rsidRDefault="00526AC3" w:rsidP="00526AC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about refunds, credits, and benefits;</w:t>
      </w:r>
    </w:p>
    <w:p w:rsidR="00526AC3" w:rsidRPr="00526AC3" w:rsidRDefault="00526AC3" w:rsidP="00526AC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how and when to file your tax return; and</w:t>
      </w:r>
    </w:p>
    <w:p w:rsidR="00526AC3" w:rsidRPr="00526AC3" w:rsidRDefault="00526AC3" w:rsidP="00526AC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proofErr w:type="gramStart"/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how</w:t>
      </w:r>
      <w:proofErr w:type="gramEnd"/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to access and use CRA electronic services.</w:t>
      </w:r>
    </w:p>
    <w:p w:rsidR="00526AC3" w:rsidRPr="00526AC3" w:rsidRDefault="00526AC3" w:rsidP="00B8448D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We will also check in on Paul from time to time.</w:t>
      </w:r>
      <w:r w:rsidR="00B8448D">
        <w:rPr>
          <w:rFonts w:ascii="Times New Roman" w:eastAsia="Times New Roman" w:hAnsi="Times New Roman" w:cs="Times New Roman"/>
          <w:spacing w:val="-8"/>
          <w:sz w:val="24"/>
          <w:szCs w:val="24"/>
        </w:rPr>
        <w:br/>
      </w:r>
    </w:p>
    <w:p w:rsidR="009A237B" w:rsidRDefault="00B8448D" w:rsidP="00B8448D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4D555A"/>
          <w:spacing w:val="-8"/>
          <w:sz w:val="24"/>
          <w:szCs w:val="24"/>
        </w:rPr>
      </w:pPr>
      <w:r w:rsidRPr="007A61A7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>Follow this link to work through Module 2: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hyperlink r:id="rId6" w:history="1">
        <w:r w:rsidR="009A237B" w:rsidRPr="005D2A00">
          <w:rPr>
            <w:rStyle w:val="Hyperlink"/>
            <w:rFonts w:ascii="Times New Roman" w:eastAsia="Times New Roman" w:hAnsi="Times New Roman" w:cs="Times New Roman"/>
            <w:spacing w:val="-8"/>
            <w:sz w:val="24"/>
            <w:szCs w:val="24"/>
          </w:rPr>
          <w:t>http://www.cra-arc.gc.ca/tx/ndvdls/dctrs/lrn-tx/cntnt/md2/vrvw-eng.html</w:t>
        </w:r>
      </w:hyperlink>
    </w:p>
    <w:p w:rsidR="00B8448D" w:rsidRDefault="00B8448D" w:rsidP="00B8448D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4D555A"/>
          <w:spacing w:val="-8"/>
          <w:sz w:val="24"/>
          <w:szCs w:val="24"/>
        </w:rPr>
      </w:pPr>
    </w:p>
    <w:p w:rsidR="00526AC3" w:rsidRPr="00526AC3" w:rsidRDefault="00B8448D" w:rsidP="00B844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Module</w:t>
      </w:r>
      <w:r w:rsidR="00526AC3" w:rsidRPr="00526AC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3 – Roles and Responsibilities (10-15 Minutes)</w:t>
      </w:r>
    </w:p>
    <w:p w:rsidR="00526AC3" w:rsidRPr="00526AC3" w:rsidRDefault="00526AC3" w:rsidP="00B8448D">
      <w:pPr>
        <w:numPr>
          <w:ilvl w:val="0"/>
          <w:numId w:val="4"/>
        </w:numPr>
        <w:shd w:val="clear" w:color="auto" w:fill="FFFFFF"/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your responsibilities as a taxpayer;</w:t>
      </w:r>
    </w:p>
    <w:p w:rsidR="00526AC3" w:rsidRPr="00526AC3" w:rsidRDefault="00526AC3" w:rsidP="00526AC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your rights as a taxpayer;</w:t>
      </w:r>
    </w:p>
    <w:p w:rsidR="00526AC3" w:rsidRPr="00526AC3" w:rsidRDefault="00526AC3" w:rsidP="00526AC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making changes to your tax return;</w:t>
      </w:r>
    </w:p>
    <w:p w:rsidR="00526AC3" w:rsidRPr="00526AC3" w:rsidRDefault="00526AC3" w:rsidP="00526AC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what you can do if you disagree with an assessment or audit;</w:t>
      </w:r>
    </w:p>
    <w:p w:rsidR="00526AC3" w:rsidRPr="00526AC3" w:rsidRDefault="00526AC3" w:rsidP="00526AC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the taxpayer relief provisions;</w:t>
      </w:r>
    </w:p>
    <w:p w:rsidR="00526AC3" w:rsidRPr="00526AC3" w:rsidRDefault="00526AC3" w:rsidP="00526AC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compliance with tax laws; and</w:t>
      </w:r>
    </w:p>
    <w:p w:rsidR="00526AC3" w:rsidRPr="00526AC3" w:rsidRDefault="00526AC3" w:rsidP="00526AC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proofErr w:type="gramStart"/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the</w:t>
      </w:r>
      <w:proofErr w:type="gramEnd"/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underground economy and criminal investigations.</w:t>
      </w:r>
    </w:p>
    <w:p w:rsidR="00F17C8E" w:rsidRDefault="00B8448D" w:rsidP="00526AC3">
      <w:pPr>
        <w:shd w:val="clear" w:color="auto" w:fill="FFFFFF"/>
        <w:spacing w:before="100" w:beforeAutospacing="1" w:after="360" w:line="312" w:lineRule="atLeast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7A61A7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>Follow this link to work through Module 3: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hyperlink r:id="rId7" w:history="1">
        <w:r w:rsidR="00F17C8E" w:rsidRPr="005D2A00">
          <w:rPr>
            <w:rStyle w:val="Hyperlink"/>
            <w:rFonts w:ascii="Times New Roman" w:eastAsia="Times New Roman" w:hAnsi="Times New Roman" w:cs="Times New Roman"/>
            <w:spacing w:val="-8"/>
            <w:sz w:val="24"/>
            <w:szCs w:val="24"/>
          </w:rPr>
          <w:t>http://www.cra-arc.gc.ca/tx/ndvdls/dctrs/lrn-tx/cntnt/md3/vrvw-eng.html</w:t>
        </w:r>
      </w:hyperlink>
      <w:r w:rsidR="00F17C8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F17C8E" w:rsidRPr="00F17C8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</w:p>
    <w:p w:rsidR="00F17C8E" w:rsidRDefault="00F17C8E" w:rsidP="00526AC3">
      <w:pPr>
        <w:shd w:val="clear" w:color="auto" w:fill="FFFFFF"/>
        <w:spacing w:before="100" w:beforeAutospacing="1" w:after="360" w:line="312" w:lineRule="atLeast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</w:p>
    <w:p w:rsidR="00526AC3" w:rsidRPr="00526AC3" w:rsidRDefault="00B8448D" w:rsidP="00526AC3">
      <w:pPr>
        <w:shd w:val="clear" w:color="auto" w:fill="FFFFFF"/>
        <w:spacing w:before="100" w:beforeAutospacing="1" w:after="360" w:line="312" w:lineRule="atLeast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Module</w:t>
      </w:r>
      <w:r w:rsidR="00526AC3" w:rsidRPr="00526AC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4 – How to Complete a Return (30-40 Minutes)</w:t>
      </w:r>
    </w:p>
    <w:p w:rsidR="00526AC3" w:rsidRPr="00526AC3" w:rsidRDefault="00526AC3" w:rsidP="00526AC3">
      <w:pPr>
        <w:shd w:val="clear" w:color="auto" w:fill="FFFFFF"/>
        <w:spacing w:before="100" w:beforeAutospacing="1" w:after="360" w:line="312" w:lineRule="atLeast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In this module, we will follow Paul through the process of preparing his income tax and benefit return. Through this process, you will learn:</w:t>
      </w:r>
    </w:p>
    <w:p w:rsidR="00526AC3" w:rsidRPr="00526AC3" w:rsidRDefault="00526AC3" w:rsidP="00526AC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how to get started on your tax return;</w:t>
      </w:r>
    </w:p>
    <w:p w:rsidR="00526AC3" w:rsidRPr="00526AC3" w:rsidRDefault="00526AC3" w:rsidP="00526AC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where to get help completing your return;</w:t>
      </w:r>
    </w:p>
    <w:p w:rsidR="00526AC3" w:rsidRPr="00526AC3" w:rsidRDefault="00526AC3" w:rsidP="00526AC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how to complete a basic tax return;</w:t>
      </w:r>
    </w:p>
    <w:p w:rsidR="00526AC3" w:rsidRPr="00526AC3" w:rsidRDefault="00526AC3" w:rsidP="00526AC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what documents you have to include with your return; and</w:t>
      </w:r>
    </w:p>
    <w:p w:rsidR="00526AC3" w:rsidRPr="00526AC3" w:rsidRDefault="00526AC3" w:rsidP="00526AC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12" w:lineRule="atLeast"/>
        <w:ind w:left="420"/>
        <w:textAlignment w:val="baseline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proofErr w:type="gramStart"/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>what</w:t>
      </w:r>
      <w:proofErr w:type="gramEnd"/>
      <w:r w:rsidRPr="00526AC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records to keep.</w:t>
      </w:r>
    </w:p>
    <w:p w:rsidR="00927599" w:rsidRPr="00526AC3" w:rsidRDefault="00B8448D">
      <w:pPr>
        <w:rPr>
          <w:rFonts w:ascii="Times New Roman" w:hAnsi="Times New Roman" w:cs="Times New Roman"/>
          <w:sz w:val="24"/>
          <w:szCs w:val="24"/>
        </w:rPr>
      </w:pPr>
      <w:r w:rsidRPr="00CF2120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>Follow this link to work through Module 4: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hyperlink r:id="rId8" w:history="1">
        <w:r w:rsidR="00F17C8E" w:rsidRPr="005D2A00">
          <w:rPr>
            <w:rStyle w:val="Hyperlink"/>
            <w:rFonts w:ascii="Times New Roman" w:eastAsia="Times New Roman" w:hAnsi="Times New Roman" w:cs="Times New Roman"/>
            <w:spacing w:val="-8"/>
            <w:sz w:val="24"/>
            <w:szCs w:val="24"/>
          </w:rPr>
          <w:t>http://www.cra-arc.gc.ca/tx/ndvdls/dctrs/lrn-tx/cntnt/md4/vrvw-eng.html</w:t>
        </w:r>
      </w:hyperlink>
      <w:r w:rsidR="00F17C8E">
        <w:rPr>
          <w:rFonts w:ascii="Times New Roman" w:eastAsia="Times New Roman" w:hAnsi="Times New Roman" w:cs="Times New Roman"/>
          <w:color w:val="4D555A"/>
          <w:spacing w:val="-8"/>
          <w:sz w:val="24"/>
          <w:szCs w:val="24"/>
        </w:rPr>
        <w:t xml:space="preserve"> </w:t>
      </w:r>
    </w:p>
    <w:sectPr w:rsidR="00927599" w:rsidRPr="00526AC3" w:rsidSect="00B8448D">
      <w:pgSz w:w="12240" w:h="15840"/>
      <w:pgMar w:top="450" w:right="17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50E50"/>
    <w:multiLevelType w:val="multilevel"/>
    <w:tmpl w:val="ACE8C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E05616"/>
    <w:multiLevelType w:val="multilevel"/>
    <w:tmpl w:val="C7E2C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1E1505A"/>
    <w:multiLevelType w:val="hybridMultilevel"/>
    <w:tmpl w:val="BFEE9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0A2E68"/>
    <w:multiLevelType w:val="multilevel"/>
    <w:tmpl w:val="15329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50A6429"/>
    <w:multiLevelType w:val="multilevel"/>
    <w:tmpl w:val="A1DE3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C0253DB"/>
    <w:multiLevelType w:val="multilevel"/>
    <w:tmpl w:val="6396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D451850"/>
    <w:multiLevelType w:val="multilevel"/>
    <w:tmpl w:val="D97E7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AC3"/>
    <w:rsid w:val="00131CA6"/>
    <w:rsid w:val="002777AD"/>
    <w:rsid w:val="002B46AC"/>
    <w:rsid w:val="00526AC3"/>
    <w:rsid w:val="007A61A7"/>
    <w:rsid w:val="00927599"/>
    <w:rsid w:val="009A237B"/>
    <w:rsid w:val="009E7DC3"/>
    <w:rsid w:val="00B8448D"/>
    <w:rsid w:val="00CF2120"/>
    <w:rsid w:val="00F1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C889C5-6D2F-4857-A4A4-83CD3DE8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237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4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88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1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a-arc.gc.ca/tx/ndvdls/dctrs/lrn-tx/cntnt/md4/vrvw-eng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ra-arc.gc.ca/tx/ndvdls/dctrs/lrn-tx/cntnt/md3/vrvw-eng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ra-arc.gc.ca/tx/ndvdls/dctrs/lrn-tx/cntnt/md2/vrvw-eng.html" TargetMode="External"/><Relationship Id="rId5" Type="http://schemas.openxmlformats.org/officeDocument/2006/relationships/hyperlink" Target="http://www.cra-arc.gc.ca/tx/ndvdls/dctrs/lrn-tx/cntnt/md1/vrvw-eng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88CDA123.dotm</Template>
  <TotalTime>23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8</cp:revision>
  <dcterms:created xsi:type="dcterms:W3CDTF">2016-11-18T20:14:00Z</dcterms:created>
  <dcterms:modified xsi:type="dcterms:W3CDTF">2017-04-12T01:08:00Z</dcterms:modified>
</cp:coreProperties>
</file>